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A7CF8" w14:textId="0EB5CFAA" w:rsidR="00205F32" w:rsidRPr="00E960BB" w:rsidRDefault="00205F32" w:rsidP="11652FA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11652FAE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11652FAE">
        <w:rPr>
          <w:rFonts w:ascii="Corbel" w:hAnsi="Corbel"/>
          <w:i/>
          <w:iCs/>
        </w:rPr>
        <w:t>UR</w:t>
      </w:r>
      <w:proofErr w:type="spellEnd"/>
      <w:r w:rsidRPr="11652FAE">
        <w:rPr>
          <w:rFonts w:ascii="Corbel" w:hAnsi="Corbel"/>
          <w:i/>
          <w:iCs/>
        </w:rPr>
        <w:t xml:space="preserve"> nr 12/2019</w:t>
      </w:r>
    </w:p>
    <w:p w14:paraId="1E491FAC" w14:textId="77777777" w:rsidR="00205F32" w:rsidRPr="009C54AE" w:rsidRDefault="00205F32" w:rsidP="00205F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7D5DAE5C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</w:t>
      </w:r>
      <w:r w:rsidR="00545776">
        <w:rPr>
          <w:rFonts w:ascii="Corbel" w:hAnsi="Corbel"/>
          <w:i/>
          <w:smallCaps/>
          <w:sz w:val="24"/>
          <w:szCs w:val="24"/>
        </w:rPr>
        <w:t>1</w:t>
      </w:r>
      <w:r w:rsidR="00DC6D0C" w:rsidRPr="009D3A4B">
        <w:rPr>
          <w:rFonts w:ascii="Corbel" w:hAnsi="Corbel"/>
          <w:i/>
          <w:smallCaps/>
          <w:sz w:val="24"/>
          <w:szCs w:val="24"/>
        </w:rPr>
        <w:t>-202</w:t>
      </w:r>
      <w:r w:rsidR="00545776">
        <w:rPr>
          <w:rFonts w:ascii="Corbel" w:hAnsi="Corbel"/>
          <w:i/>
          <w:smallCaps/>
          <w:sz w:val="24"/>
          <w:szCs w:val="24"/>
        </w:rPr>
        <w:t>4</w:t>
      </w:r>
    </w:p>
    <w:p w14:paraId="5D7FB053" w14:textId="7FFD2B28" w:rsidR="009D3A4B" w:rsidRPr="00551FDA" w:rsidRDefault="009D3A4B" w:rsidP="00205F32">
      <w:pPr>
        <w:jc w:val="center"/>
        <w:rPr>
          <w:rFonts w:ascii="Corbel" w:hAnsi="Corbel"/>
        </w:rPr>
      </w:pPr>
      <w:r w:rsidRPr="00551FDA">
        <w:rPr>
          <w:rFonts w:ascii="Corbel" w:hAnsi="Corbel"/>
        </w:rPr>
        <w:t>Rok akademicki   202</w:t>
      </w:r>
      <w:r w:rsidR="00545776">
        <w:rPr>
          <w:rFonts w:ascii="Corbel" w:hAnsi="Corbel"/>
        </w:rPr>
        <w:t>3</w:t>
      </w:r>
      <w:r w:rsidRPr="00551FDA">
        <w:rPr>
          <w:rFonts w:ascii="Corbel" w:hAnsi="Corbel"/>
        </w:rPr>
        <w:t>/20</w:t>
      </w:r>
      <w:r w:rsidR="00545776">
        <w:rPr>
          <w:rFonts w:ascii="Corbel" w:hAnsi="Corbel"/>
        </w:rPr>
        <w:t>24</w:t>
      </w:r>
      <w:bookmarkStart w:id="0" w:name="_GoBack"/>
      <w:bookmarkEnd w:id="0"/>
    </w:p>
    <w:p w14:paraId="0B9344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41384EDA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3D10BA2" w:rsidR="0085747A" w:rsidRPr="009C54AE" w:rsidRDefault="005A3003" w:rsidP="41384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384EDA">
              <w:rPr>
                <w:rFonts w:ascii="Corbel" w:hAnsi="Corbel"/>
                <w:b w:val="0"/>
                <w:sz w:val="24"/>
                <w:szCs w:val="24"/>
              </w:rPr>
              <w:t>Systemy informacji gospodarczej</w:t>
            </w:r>
          </w:p>
        </w:tc>
      </w:tr>
      <w:tr w:rsidR="0085747A" w:rsidRPr="009C54AE" w14:paraId="78C8BC97" w14:textId="77777777" w:rsidTr="41384EDA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0DB92828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A3003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5A3003"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53FF5173" w14:textId="77777777" w:rsidTr="41384EDA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41384EDA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63F9F346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41384EDA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4ED15D6F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41384EDA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14F66BD9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5834040" w14:textId="77777777" w:rsidTr="41384EDA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41384EDA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A889639" w:rsidR="0085747A" w:rsidRPr="008449C1" w:rsidRDefault="008449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449C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41384EDA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716BA357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1849712" w14:textId="77777777" w:rsidTr="41384EDA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966259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41384EDA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DFE08C5" w:rsidR="00923D7D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02D9DE6" w14:textId="77777777" w:rsidTr="41384EDA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76654182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5A300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41384EDA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A7147D0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5A300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1D22695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A74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5A300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5A30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06DCBAD3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94D60EB" w:rsidR="00015B8F" w:rsidRPr="009C54AE" w:rsidRDefault="008449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E588B37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54F44" w14:textId="77777777" w:rsidR="00551FDA" w:rsidRDefault="00551FDA" w:rsidP="00551FD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5CED6F1" w14:textId="77777777" w:rsidR="00551FDA" w:rsidRPr="00551FDA" w:rsidRDefault="00551FDA" w:rsidP="00551FDA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51FDA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51FDA">
        <w:rPr>
          <w:rStyle w:val="normaltextrun"/>
          <w:rFonts w:ascii="Corbel" w:hAnsi="Corbel" w:cs="Segoe UI"/>
          <w:smallCaps w:val="0"/>
          <w:szCs w:val="24"/>
        </w:rPr>
        <w:t> </w:t>
      </w:r>
      <w:r w:rsidRPr="00551FDA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51FDA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45420CE4" w:rsidR="00E22FBC" w:rsidRPr="009C54AE" w:rsidRDefault="00E22FBC" w:rsidP="11652F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1652FAE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1652FAE">
        <w:rPr>
          <w:rFonts w:ascii="Corbel" w:hAnsi="Corbel"/>
          <w:smallCaps w:val="0"/>
        </w:rPr>
        <w:t>For</w:t>
      </w:r>
      <w:r w:rsidR="00445970" w:rsidRPr="11652FAE">
        <w:rPr>
          <w:rFonts w:ascii="Corbel" w:hAnsi="Corbel"/>
          <w:smallCaps w:val="0"/>
        </w:rPr>
        <w:t xml:space="preserve">ma zaliczenia przedmiotu </w:t>
      </w:r>
      <w:r w:rsidRPr="11652FAE">
        <w:rPr>
          <w:rFonts w:ascii="Corbel" w:hAnsi="Corbel"/>
          <w:smallCaps w:val="0"/>
        </w:rPr>
        <w:t xml:space="preserve">(z toku) </w:t>
      </w:r>
      <w:r w:rsidRPr="11652FAE">
        <w:rPr>
          <w:rFonts w:ascii="Corbel" w:hAnsi="Corbel"/>
          <w:b w:val="0"/>
          <w:smallCaps w:val="0"/>
        </w:rPr>
        <w:t>(egzamin, zaliczenie z oceną, zaliczenie bez oceny)</w:t>
      </w:r>
    </w:p>
    <w:p w14:paraId="1B270F88" w14:textId="6E82B221" w:rsidR="009C54AE" w:rsidRDefault="005A3003" w:rsidP="005A300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CAC7F4A" w:rsidR="0085747A" w:rsidRPr="009C54AE" w:rsidRDefault="005A3003" w:rsidP="005A30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6CECE32" w:rsidR="0085747A" w:rsidRPr="00C05F44" w:rsidRDefault="0071620A" w:rsidP="11652FAE">
      <w:pPr>
        <w:pStyle w:val="Punktygwne"/>
        <w:spacing w:before="0" w:after="0"/>
        <w:rPr>
          <w:rFonts w:ascii="Corbel" w:hAnsi="Corbel"/>
        </w:rPr>
      </w:pPr>
      <w:r w:rsidRPr="11652FAE">
        <w:rPr>
          <w:rFonts w:ascii="Corbel" w:hAnsi="Corbel"/>
        </w:rPr>
        <w:t>3.</w:t>
      </w:r>
      <w:r w:rsidR="0068301D" w:rsidRPr="11652FAE">
        <w:rPr>
          <w:rFonts w:ascii="Corbel" w:hAnsi="Corbel"/>
        </w:rPr>
        <w:t>C</w:t>
      </w:r>
      <w:r w:rsidR="00A84C85" w:rsidRPr="11652FAE">
        <w:rPr>
          <w:rFonts w:ascii="Corbel" w:hAnsi="Corbel"/>
        </w:rPr>
        <w:t>ele, efekty uczenia się</w:t>
      </w:r>
      <w:r w:rsidR="0085747A" w:rsidRPr="11652FAE">
        <w:rPr>
          <w:rFonts w:ascii="Corbel" w:hAnsi="Corbel"/>
        </w:rPr>
        <w:t xml:space="preserve">, treści </w:t>
      </w:r>
      <w:r w:rsidR="0068301D" w:rsidRPr="11652FAE">
        <w:rPr>
          <w:rFonts w:ascii="Corbel" w:hAnsi="Corbel"/>
        </w:rPr>
        <w:t>p</w:t>
      </w:r>
      <w:r w:rsidR="0085747A" w:rsidRPr="11652FAE">
        <w:rPr>
          <w:rFonts w:ascii="Corbel" w:hAnsi="Corbel"/>
        </w:rPr>
        <w:t xml:space="preserve">rogramowe i stosowane metody </w:t>
      </w:r>
      <w:r w:rsidR="0068301D" w:rsidRPr="11652FAE">
        <w:rPr>
          <w:rFonts w:ascii="Corbel" w:hAnsi="Corbel"/>
        </w:rPr>
        <w:t>d</w:t>
      </w:r>
      <w:r w:rsidR="0085747A" w:rsidRPr="11652FAE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5A3003">
        <w:tc>
          <w:tcPr>
            <w:tcW w:w="844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C3FE12" w14:textId="6E53A858" w:rsidR="0085747A" w:rsidRPr="009C54AE" w:rsidRDefault="005A30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5A3003" w:rsidRPr="009C54AE" w14:paraId="68395BEB" w14:textId="77777777" w:rsidTr="005A3003">
        <w:tc>
          <w:tcPr>
            <w:tcW w:w="844" w:type="dxa"/>
            <w:vAlign w:val="center"/>
          </w:tcPr>
          <w:p w14:paraId="5E9FF81C" w14:textId="59FAA27A" w:rsidR="005A3003" w:rsidRPr="009C54AE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</w:tcPr>
          <w:p w14:paraId="39FE34B8" w14:textId="5881F9A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5A3003" w:rsidRPr="009C54AE" w14:paraId="3C4CEEF2" w14:textId="77777777" w:rsidTr="005A3003">
        <w:tc>
          <w:tcPr>
            <w:tcW w:w="844" w:type="dxa"/>
            <w:vAlign w:val="center"/>
          </w:tcPr>
          <w:p w14:paraId="46697009" w14:textId="24F65E5B" w:rsidR="005A3003" w:rsidRPr="005A3003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</w:tcPr>
          <w:p w14:paraId="55FBEA00" w14:textId="0D546F3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5A3003" w:rsidRPr="009C54AE" w14:paraId="49488582" w14:textId="77777777" w:rsidTr="005A3003">
        <w:tc>
          <w:tcPr>
            <w:tcW w:w="844" w:type="dxa"/>
            <w:vAlign w:val="center"/>
          </w:tcPr>
          <w:p w14:paraId="7B8847D8" w14:textId="6C8DA8EA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</w:tcPr>
          <w:p w14:paraId="363924E0" w14:textId="7B3C47A1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005A300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003" w:rsidRPr="009C54AE" w14:paraId="2827B2A8" w14:textId="77777777" w:rsidTr="005A3003">
        <w:tc>
          <w:tcPr>
            <w:tcW w:w="1681" w:type="dxa"/>
          </w:tcPr>
          <w:p w14:paraId="484041D4" w14:textId="40C96A2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42A42D2" w14:textId="50CF2D8C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6DE51FE6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K_W04</w:t>
            </w:r>
          </w:p>
        </w:tc>
      </w:tr>
      <w:tr w:rsidR="005A3003" w:rsidRPr="009C54AE" w14:paraId="17E59F00" w14:textId="77777777" w:rsidTr="005A3003">
        <w:tc>
          <w:tcPr>
            <w:tcW w:w="1681" w:type="dxa"/>
          </w:tcPr>
          <w:p w14:paraId="15FDA1BD" w14:textId="77777777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3713303F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Dobiera odpowiednie źródła informacji i metody gromadzenia danych wykorzystywanych w analizach ekonomicznych.</w:t>
            </w:r>
          </w:p>
        </w:tc>
        <w:tc>
          <w:tcPr>
            <w:tcW w:w="1865" w:type="dxa"/>
          </w:tcPr>
          <w:p w14:paraId="336A810D" w14:textId="0A05A7BB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5D760E3B" w14:textId="77777777" w:rsidTr="005A3003">
        <w:tc>
          <w:tcPr>
            <w:tcW w:w="1681" w:type="dxa"/>
          </w:tcPr>
          <w:p w14:paraId="5F117D38" w14:textId="76216F5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62EB94D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43F63FAB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AC9DED2" w14:textId="58F555B1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7ED7E759" w14:textId="77777777" w:rsidTr="005A3003">
        <w:tc>
          <w:tcPr>
            <w:tcW w:w="1681" w:type="dxa"/>
          </w:tcPr>
          <w:p w14:paraId="1C384B91" w14:textId="098E0029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6B7C32E" w14:textId="7987A5B2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65" w:type="dxa"/>
          </w:tcPr>
          <w:p w14:paraId="429B9D26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6E887AE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42C79CD1" w14:textId="64253062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K_U08</w:t>
            </w:r>
          </w:p>
        </w:tc>
      </w:tr>
      <w:tr w:rsidR="005A3003" w:rsidRPr="009C54AE" w14:paraId="30C36FF6" w14:textId="77777777" w:rsidTr="005A3003">
        <w:tc>
          <w:tcPr>
            <w:tcW w:w="1681" w:type="dxa"/>
          </w:tcPr>
          <w:p w14:paraId="00172240" w14:textId="15A96D5B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1289A268" w14:textId="63EC9F10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Posiada świadomość roli informacji w przygotowaniu projektów gospodarczych i społecznych</w:t>
            </w:r>
          </w:p>
        </w:tc>
        <w:tc>
          <w:tcPr>
            <w:tcW w:w="1865" w:type="dxa"/>
          </w:tcPr>
          <w:p w14:paraId="45282941" w14:textId="1BA361B4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6E7475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5A3003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43C34C" w14:textId="77777777" w:rsidR="0085747A" w:rsidRPr="009C54AE" w:rsidRDefault="0085747A" w:rsidP="00205F3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76DEA">
        <w:tc>
          <w:tcPr>
            <w:tcW w:w="9520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6DEA" w:rsidRPr="009C54AE" w14:paraId="27BB369E" w14:textId="77777777" w:rsidTr="00976DEA">
        <w:tc>
          <w:tcPr>
            <w:tcW w:w="9520" w:type="dxa"/>
          </w:tcPr>
          <w:p w14:paraId="31FF3C5B" w14:textId="486BA806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Źródła informacji gospodarczej. Internetowe bazy danych. Wyszukiwanie informacji biznesowej. Strategie poszukiwania informacji w bazach danych o tematyce ekonomicznej dostępnych on-line, ograniczanie zakresu poszukiwań.</w:t>
            </w:r>
          </w:p>
        </w:tc>
      </w:tr>
      <w:tr w:rsidR="00976DEA" w:rsidRPr="009C54AE" w14:paraId="132FAA24" w14:textId="77777777" w:rsidTr="00976DEA">
        <w:tc>
          <w:tcPr>
            <w:tcW w:w="9520" w:type="dxa"/>
          </w:tcPr>
          <w:p w14:paraId="542B10C8" w14:textId="6519D50E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Zastosowania programu MS Access do zarządzania informacją w organizacji gospodarczej. Kwerendy i ich zaawansowane zastosowania, wykorzystywanie informacji z wielu tabel w kwerendach. Definiowanie raportów i formularzy. Makropolecenia.</w:t>
            </w:r>
          </w:p>
        </w:tc>
      </w:tr>
      <w:tr w:rsidR="00976DEA" w:rsidRPr="009C54AE" w14:paraId="39021670" w14:textId="77777777" w:rsidTr="00976DEA">
        <w:tc>
          <w:tcPr>
            <w:tcW w:w="9520" w:type="dxa"/>
          </w:tcPr>
          <w:p w14:paraId="269EE69F" w14:textId="2B0F62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Ogólnopolskie systemy informacji gospodarczej, systemy wspomagania kooperacji i kontaktów biznesowych – przykłady.  Systemy informacji finansowej. Aspekty prawne systemów informacji gospodarczej.</w:t>
            </w:r>
          </w:p>
        </w:tc>
      </w:tr>
      <w:tr w:rsidR="00976DEA" w:rsidRPr="009C54AE" w14:paraId="3A8A3939" w14:textId="77777777" w:rsidTr="00976DEA">
        <w:tc>
          <w:tcPr>
            <w:tcW w:w="9520" w:type="dxa"/>
          </w:tcPr>
          <w:p w14:paraId="188ED4E6" w14:textId="085542C7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Systemy informacji gospodarczej w UE – wyspecjalizowane serwisy oraz bazy danych ekonomicznych i prawnych dla biznesu. Światowe systemy informacji gospodarczej.</w:t>
            </w:r>
          </w:p>
        </w:tc>
      </w:tr>
      <w:tr w:rsidR="00976DEA" w:rsidRPr="009C54AE" w14:paraId="53C10255" w14:textId="77777777" w:rsidTr="00976DEA">
        <w:tc>
          <w:tcPr>
            <w:tcW w:w="9520" w:type="dxa"/>
          </w:tcPr>
          <w:p w14:paraId="256CA34A" w14:textId="49EF8EFB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Odkrywanie wiedzy w bazach danych. Metody eksploracji danych (data </w:t>
            </w:r>
            <w:proofErr w:type="spellStart"/>
            <w:r w:rsidRPr="00976DEA">
              <w:rPr>
                <w:rFonts w:ascii="Corbel" w:hAnsi="Corbel"/>
                <w:b w:val="0"/>
                <w:sz w:val="24"/>
                <w:szCs w:val="24"/>
              </w:rPr>
              <w:t>mining</w:t>
            </w:r>
            <w:proofErr w:type="spellEnd"/>
            <w:r w:rsidRPr="00976DEA">
              <w:rPr>
                <w:rFonts w:ascii="Corbel" w:hAnsi="Corbel"/>
                <w:b w:val="0"/>
                <w:sz w:val="24"/>
                <w:szCs w:val="24"/>
              </w:rPr>
              <w:t xml:space="preserve">) – krótka charakterystyka. Praktyczne zastosowania metod eksploracji danych – przykłady. </w:t>
            </w:r>
          </w:p>
        </w:tc>
      </w:tr>
      <w:tr w:rsidR="00976DEA" w:rsidRPr="009C54AE" w14:paraId="5BB63508" w14:textId="77777777" w:rsidTr="00976DEA">
        <w:tc>
          <w:tcPr>
            <w:tcW w:w="9520" w:type="dxa"/>
          </w:tcPr>
          <w:p w14:paraId="7F96EAAF" w14:textId="064CFF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Regionalne systemy informacji. Studia przypadków.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3E2FA" w14:textId="77777777" w:rsidR="00976DEA" w:rsidRPr="00402FFF" w:rsidRDefault="00976DEA" w:rsidP="00205F3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2FFF">
        <w:rPr>
          <w:rFonts w:ascii="Corbel" w:hAnsi="Corbel"/>
          <w:b w:val="0"/>
          <w:smallCaps w:val="0"/>
          <w:szCs w:val="24"/>
        </w:rPr>
        <w:t>Ćwiczenia obejmujące rozwiązywanie zadań dotyczących tworzenia baz danych oraz wyszukiwania informacji w bazach i systemach informacyjnych. Studia przypadków, dyskusja, praca w laboratorium.</w:t>
      </w:r>
      <w:r>
        <w:rPr>
          <w:rFonts w:ascii="Corbel" w:hAnsi="Corbel"/>
          <w:b w:val="0"/>
          <w:smallCaps w:val="0"/>
          <w:szCs w:val="24"/>
        </w:rPr>
        <w:t xml:space="preserve"> Przygotowanie projektu.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976DE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4F0A873A" w:rsidR="0085747A" w:rsidRPr="008A3463" w:rsidRDefault="00F974D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31FAE27E" w:rsidR="0085747A" w:rsidRPr="009C54AE" w:rsidRDefault="0085747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40604" w:rsidRPr="009C54AE" w14:paraId="0E961A27" w14:textId="77777777" w:rsidTr="00976DEA">
        <w:tc>
          <w:tcPr>
            <w:tcW w:w="1962" w:type="dxa"/>
          </w:tcPr>
          <w:p w14:paraId="13D6930D" w14:textId="1A043660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72C44343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4ADA9BA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4F5B16E5" w14:textId="77777777" w:rsidTr="00976DEA">
        <w:tc>
          <w:tcPr>
            <w:tcW w:w="1962" w:type="dxa"/>
          </w:tcPr>
          <w:p w14:paraId="2E98309B" w14:textId="2EA6D086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F8D82A7" w14:textId="526229A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12D9FA11" w14:textId="3F91C423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1991994C" w14:textId="77777777" w:rsidTr="00976DEA">
        <w:tc>
          <w:tcPr>
            <w:tcW w:w="1962" w:type="dxa"/>
          </w:tcPr>
          <w:p w14:paraId="0E25ACD1" w14:textId="509A81B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66385D2" w14:textId="1AE4A285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4311B676" w14:textId="561E3939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3562FA45" w14:textId="77777777" w:rsidTr="00976DEA">
        <w:tc>
          <w:tcPr>
            <w:tcW w:w="1962" w:type="dxa"/>
          </w:tcPr>
          <w:p w14:paraId="20F9BB6C" w14:textId="5270206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797E69E" w14:textId="56517CB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097700B6" w14:textId="6086169F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6F877357" w14:textId="77777777" w:rsidTr="00976DEA">
        <w:tc>
          <w:tcPr>
            <w:tcW w:w="1962" w:type="dxa"/>
          </w:tcPr>
          <w:p w14:paraId="2F75F614" w14:textId="2D7A14EB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B6E21AC" w14:textId="1E15E0F9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0EBD78" w14:textId="131EC69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A60CD23" w14:textId="14CF6F02" w:rsidR="00923D7D" w:rsidRPr="009C54AE" w:rsidRDefault="005703B4" w:rsidP="005703B4">
      <w:pPr>
        <w:pStyle w:val="Punktygwne"/>
        <w:tabs>
          <w:tab w:val="left" w:pos="3612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</w:t>
      </w: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028B6C26">
        <w:tc>
          <w:tcPr>
            <w:tcW w:w="9670" w:type="dxa"/>
          </w:tcPr>
          <w:p w14:paraId="2FB628F7" w14:textId="07D53640" w:rsidR="0085747A" w:rsidRPr="009C54AE" w:rsidRDefault="00B40604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8B6C26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z kolokwium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, a także przygotowanie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oraz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 zaliczenie projektu i opracowania. Oceny ze sprawdzianów oraz projektu i opracowania ustalane są na podstawie liczby uzyskanych punktów: [0%-5</w:t>
            </w:r>
            <w:r w:rsidR="05D46297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>, [5</w:t>
            </w:r>
            <w:r w:rsidR="6B1EA2E9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%-6</w:t>
            </w:r>
            <w:r w:rsidR="54136896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>, [6</w:t>
            </w:r>
            <w:r w:rsidR="5F1D084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%-7</w:t>
            </w:r>
            <w:r w:rsidR="7CF3582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271F7674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%-8</w:t>
            </w:r>
            <w:r w:rsidR="11A2E532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>, [8</w:t>
            </w:r>
            <w:r w:rsidR="6E0C2A45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</w:rPr>
              <w:t xml:space="preserve"> plus, [91%-100%)] – bdb. Na podstawie średniej arytmetycznej ważonej </w:t>
            </w:r>
            <w:r w:rsidR="00435494" w:rsidRPr="028B6C26">
              <w:rPr>
                <w:rFonts w:ascii="Corbel" w:hAnsi="Corbel"/>
                <w:b w:val="0"/>
                <w:smallCaps w:val="0"/>
              </w:rPr>
              <w:t xml:space="preserve">uzyskanych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(kolokwium – 0,4, projekt – 0,4, opracowanie – 0,</w:t>
            </w:r>
            <w:r w:rsidR="005703B4" w:rsidRPr="028B6C26">
              <w:rPr>
                <w:rFonts w:ascii="Corbel" w:hAnsi="Corbel"/>
                <w:b w:val="0"/>
                <w:smallCaps w:val="0"/>
              </w:rPr>
              <w:t>2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 xml:space="preserve">) </w:t>
            </w:r>
            <w:r w:rsidRPr="028B6C26">
              <w:rPr>
                <w:rFonts w:ascii="Corbel" w:hAnsi="Corbel"/>
                <w:b w:val="0"/>
                <w:smallCaps w:val="0"/>
              </w:rPr>
              <w:t>ustalana jest ocena końcowa na zaliczenie.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C3120F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A74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0F96CF93" w:rsidR="0085747A" w:rsidRPr="009C54AE" w:rsidRDefault="008449C1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55D1206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52D60948" w:rsidR="00C61DC5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57B869A1" w:rsidR="00C61DC5" w:rsidRPr="009C54AE" w:rsidRDefault="00C61DC5" w:rsidP="00551F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1F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do </w:t>
            </w:r>
            <w:r w:rsidR="00D2736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D2736A">
              <w:rPr>
                <w:rFonts w:ascii="Corbel" w:hAnsi="Corbel"/>
                <w:sz w:val="24"/>
                <w:szCs w:val="24"/>
              </w:rPr>
              <w:t>opracowania, 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7C97287E" w:rsidR="00C61DC5" w:rsidRPr="009C54AE" w:rsidRDefault="008449C1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5FAB46E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7DE89B13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5747A" w:rsidRPr="009C54AE" w14:paraId="688F191A" w14:textId="77777777" w:rsidTr="008A3463">
        <w:trPr>
          <w:trHeight w:val="397"/>
        </w:trPr>
        <w:tc>
          <w:tcPr>
            <w:tcW w:w="4224" w:type="dxa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05F02383" w14:textId="5C018274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8A3463">
        <w:trPr>
          <w:trHeight w:val="397"/>
        </w:trPr>
        <w:tc>
          <w:tcPr>
            <w:tcW w:w="4224" w:type="dxa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53988C32" w14:textId="40F68351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05F32" w14:paraId="323FC3CF" w14:textId="77777777" w:rsidTr="028B6C26">
        <w:trPr>
          <w:trHeight w:val="397"/>
        </w:trPr>
        <w:tc>
          <w:tcPr>
            <w:tcW w:w="9498" w:type="dxa"/>
          </w:tcPr>
          <w:p w14:paraId="5E1DFD8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EF97891" w14:textId="77777777" w:rsidR="00293B66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293B66" w:rsidRPr="005876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</w:p>
          <w:p w14:paraId="3F93C89C" w14:textId="4930414E" w:rsidR="00435494" w:rsidRDefault="00293B66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Kisielnicki J</w:t>
            </w:r>
            <w:r w:rsidR="004354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588CF27E" w14:textId="70C7262E" w:rsidR="0085747A" w:rsidRPr="00205F32" w:rsidRDefault="45B8B3B6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3.</w:t>
            </w:r>
            <w:r w:rsidR="24714DE6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proofErr w:type="spellStart"/>
            <w:r w:rsidR="00435494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Mendrala</w:t>
            </w:r>
            <w:proofErr w:type="spellEnd"/>
            <w:r w:rsidR="00435494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D., Szeliga M., Access 2016 PL, Helion, Gliwice 2016.</w:t>
            </w:r>
          </w:p>
        </w:tc>
      </w:tr>
      <w:tr w:rsidR="0085747A" w:rsidRPr="009C54AE" w14:paraId="010E3016" w14:textId="77777777" w:rsidTr="028B6C26">
        <w:trPr>
          <w:trHeight w:val="397"/>
        </w:trPr>
        <w:tc>
          <w:tcPr>
            <w:tcW w:w="9498" w:type="dxa"/>
          </w:tcPr>
          <w:p w14:paraId="2C129BF9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66D7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Borowiecki R., Czekaj J., Zarządzanie zasobami informacyjnymi w warunkach nowej gospodarki, </w:t>
            </w:r>
            <w:proofErr w:type="spellStart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2010.</w:t>
            </w:r>
          </w:p>
          <w:p w14:paraId="68D1FEB6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CA41CC8" w14:textId="77777777" w:rsidR="005703B4" w:rsidRDefault="00435494" w:rsidP="005703B4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  <w:r w:rsidR="005703B4">
              <w:t xml:space="preserve"> </w:t>
            </w:r>
          </w:p>
          <w:p w14:paraId="5347B596" w14:textId="1A9E1ACE" w:rsidR="005703B4" w:rsidRPr="009C54AE" w:rsidRDefault="005703B4" w:rsidP="028B6C2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b w:val="0"/>
              </w:rPr>
              <w:t>4.</w:t>
            </w:r>
            <w:r>
              <w:t xml:space="preserve"> </w:t>
            </w:r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Simon A., </w:t>
            </w:r>
            <w:proofErr w:type="spellStart"/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Shaffer</w:t>
            </w:r>
            <w:proofErr w:type="spellEnd"/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Hurtownie danych i systemy informacji gospodarczej, Oficyna Ekonomiczna, 2002</w:t>
            </w:r>
            <w:r w:rsidR="364CB3CF"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CF64E" w14:textId="77777777" w:rsidR="00BB5861" w:rsidRDefault="00BB5861" w:rsidP="00C16ABF">
      <w:pPr>
        <w:spacing w:after="0" w:line="240" w:lineRule="auto"/>
      </w:pPr>
      <w:r>
        <w:separator/>
      </w:r>
    </w:p>
  </w:endnote>
  <w:endnote w:type="continuationSeparator" w:id="0">
    <w:p w14:paraId="5ACFEBAD" w14:textId="77777777" w:rsidR="00BB5861" w:rsidRDefault="00BB58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1D666" w14:textId="77777777" w:rsidR="00BB5861" w:rsidRDefault="00BB5861" w:rsidP="00C16ABF">
      <w:pPr>
        <w:spacing w:after="0" w:line="240" w:lineRule="auto"/>
      </w:pPr>
      <w:r>
        <w:separator/>
      </w:r>
    </w:p>
  </w:footnote>
  <w:footnote w:type="continuationSeparator" w:id="0">
    <w:p w14:paraId="3171E561" w14:textId="77777777" w:rsidR="00BB5861" w:rsidRDefault="00BB5861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13"/>
    <w:rsid w:val="001640A7"/>
    <w:rsid w:val="00164FA7"/>
    <w:rsid w:val="00166A03"/>
    <w:rsid w:val="001718A7"/>
    <w:rsid w:val="001737CF"/>
    <w:rsid w:val="0017512A"/>
    <w:rsid w:val="00176083"/>
    <w:rsid w:val="0018570C"/>
    <w:rsid w:val="00192F37"/>
    <w:rsid w:val="001A70D2"/>
    <w:rsid w:val="001D657B"/>
    <w:rsid w:val="001D7B54"/>
    <w:rsid w:val="001E0209"/>
    <w:rsid w:val="001F2CA2"/>
    <w:rsid w:val="00205F3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B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49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213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45776"/>
    <w:rsid w:val="00551FDA"/>
    <w:rsid w:val="0056696D"/>
    <w:rsid w:val="005703B4"/>
    <w:rsid w:val="0059484D"/>
    <w:rsid w:val="005A0855"/>
    <w:rsid w:val="005A133C"/>
    <w:rsid w:val="005A3003"/>
    <w:rsid w:val="005A3196"/>
    <w:rsid w:val="005C080F"/>
    <w:rsid w:val="005C55E5"/>
    <w:rsid w:val="005C696A"/>
    <w:rsid w:val="005E6E85"/>
    <w:rsid w:val="005F07AC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1D"/>
    <w:rsid w:val="00696477"/>
    <w:rsid w:val="006D050F"/>
    <w:rsid w:val="006D6139"/>
    <w:rsid w:val="006E5D65"/>
    <w:rsid w:val="006E747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846"/>
    <w:rsid w:val="0081554D"/>
    <w:rsid w:val="0081707E"/>
    <w:rsid w:val="008449B3"/>
    <w:rsid w:val="008449C1"/>
    <w:rsid w:val="008552A2"/>
    <w:rsid w:val="0085747A"/>
    <w:rsid w:val="00884922"/>
    <w:rsid w:val="00885F64"/>
    <w:rsid w:val="008917F9"/>
    <w:rsid w:val="008A34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DEA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4A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0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86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20E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36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03A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B6C26"/>
    <w:rsid w:val="05D46297"/>
    <w:rsid w:val="11652FAE"/>
    <w:rsid w:val="11A2E532"/>
    <w:rsid w:val="24714DE6"/>
    <w:rsid w:val="271F7674"/>
    <w:rsid w:val="364CB3CF"/>
    <w:rsid w:val="41384EDA"/>
    <w:rsid w:val="45B8B3B6"/>
    <w:rsid w:val="54136896"/>
    <w:rsid w:val="56DC03EA"/>
    <w:rsid w:val="57C2E4F5"/>
    <w:rsid w:val="5F1D0841"/>
    <w:rsid w:val="6B1EA2E9"/>
    <w:rsid w:val="6E0C2A45"/>
    <w:rsid w:val="75EA2557"/>
    <w:rsid w:val="76D47F73"/>
    <w:rsid w:val="7CF3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51F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1FDA"/>
  </w:style>
  <w:style w:type="character" w:customStyle="1" w:styleId="spellingerror">
    <w:name w:val="spellingerror"/>
    <w:basedOn w:val="Domylnaczcionkaakapitu"/>
    <w:rsid w:val="00551FDA"/>
  </w:style>
  <w:style w:type="character" w:customStyle="1" w:styleId="eop">
    <w:name w:val="eop"/>
    <w:basedOn w:val="Domylnaczcionkaakapitu"/>
    <w:rsid w:val="00551FDA"/>
  </w:style>
  <w:style w:type="character" w:styleId="Odwoaniedokomentarza">
    <w:name w:val="annotation reference"/>
    <w:basedOn w:val="Domylnaczcionkaakapitu"/>
    <w:uiPriority w:val="99"/>
    <w:semiHidden/>
    <w:unhideWhenUsed/>
    <w:rsid w:val="004A52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52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521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2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21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B526D-C859-4330-93A5-4E9681E10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130506-B09D-4CB1-8247-EBA7211BA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DD0ED9-8740-4ADD-BB2F-253A162947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CAC06C-FA16-4C89-86AC-083DE285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917</Words>
  <Characters>5505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2020-11-21T23:41:00Z</dcterms:created>
  <dcterms:modified xsi:type="dcterms:W3CDTF">2021-09-03T08:24:00Z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